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2FC93186"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2B5F70" w:rsidRPr="002B5F70">
        <w:rPr>
          <w:rFonts w:eastAsiaTheme="minorHAnsi"/>
          <w:lang w:val="en-GB"/>
        </w:rPr>
        <w:t>83500021</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7A141CCB"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noProof/>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FF129F">
        <w:rPr>
          <w:rFonts w:cs="Arial"/>
          <w:szCs w:val="22"/>
          <w:lang w:val="en-GB"/>
        </w:rPr>
        <w:t>83195</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336B5B"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2DB66FE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3416E3">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336B5B"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45A8092"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3416E3">
        <w:rPr>
          <w:b w:val="0"/>
          <w:noProof/>
          <w:lang w:val="en-GB"/>
        </w:rPr>
        <w:t>8</w:t>
      </w:r>
      <w:r w:rsidR="00D85B8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4D969391"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336B5B">
        <w:rPr>
          <w:b w:val="0"/>
          <w:lang w:val="en-GB"/>
        </w:rPr>
        <w:t>2</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8D11BD" w:rsidRPr="008D11BD">
        <w:rPr>
          <w:b w:val="0"/>
          <w:lang w:val="en-GB"/>
        </w:rPr>
        <w:t xml:space="preserve">community development; village development plan; Peat rehabilitation; </w:t>
      </w:r>
      <w:proofErr w:type="spellStart"/>
      <w:r w:rsidR="008D11BD" w:rsidRPr="008D11BD">
        <w:rPr>
          <w:b w:val="0"/>
          <w:lang w:val="en-GB"/>
        </w:rPr>
        <w:t>Paludiculture</w:t>
      </w:r>
      <w:proofErr w:type="spellEnd"/>
      <w:r w:rsidR="008D11BD" w:rsidRPr="008D11BD">
        <w:rPr>
          <w:b w:val="0"/>
          <w:lang w:val="en-GB"/>
        </w:rPr>
        <w:t xml:space="preserve"> practices </w:t>
      </w:r>
      <w:r w:rsidRPr="003F2462">
        <w:rPr>
          <w:b w:val="0"/>
          <w:lang w:val="en-GB"/>
        </w:rPr>
        <w:fldChar w:fldCharType="end"/>
      </w:r>
    </w:p>
    <w:p w14:paraId="1E565595" w14:textId="1AB808CF"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7518B" w14:textId="77777777" w:rsidR="00F7541A" w:rsidRDefault="00F7541A" w:rsidP="00A637D0">
      <w:r>
        <w:separator/>
      </w:r>
    </w:p>
  </w:endnote>
  <w:endnote w:type="continuationSeparator" w:id="0">
    <w:p w14:paraId="0A2A8B5E" w14:textId="77777777" w:rsidR="00F7541A" w:rsidRDefault="00F7541A"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052F8" w14:textId="77777777" w:rsidR="00F7541A" w:rsidRDefault="00F7541A" w:rsidP="00A637D0">
      <w:r>
        <w:separator/>
      </w:r>
    </w:p>
  </w:footnote>
  <w:footnote w:type="continuationSeparator" w:id="0">
    <w:p w14:paraId="5187CAA0" w14:textId="77777777" w:rsidR="00F7541A" w:rsidRDefault="00F7541A"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5F70"/>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36B5B"/>
    <w:rsid w:val="003416E3"/>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D5BA8"/>
    <w:rsid w:val="004E11DA"/>
    <w:rsid w:val="004E37B6"/>
    <w:rsid w:val="004E597C"/>
    <w:rsid w:val="004F56CA"/>
    <w:rsid w:val="004F6D94"/>
    <w:rsid w:val="004F7FBA"/>
    <w:rsid w:val="00502CE8"/>
    <w:rsid w:val="00503D35"/>
    <w:rsid w:val="00507C1D"/>
    <w:rsid w:val="00516FF0"/>
    <w:rsid w:val="00531CCD"/>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11BD"/>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493F"/>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7541A"/>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 w:val="00FF129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E6B36"/>
    <w:rsid w:val="00235435"/>
    <w:rsid w:val="00282034"/>
    <w:rsid w:val="00282750"/>
    <w:rsid w:val="002D61FA"/>
    <w:rsid w:val="00333981"/>
    <w:rsid w:val="0038269E"/>
    <w:rsid w:val="003B76AC"/>
    <w:rsid w:val="00461BEE"/>
    <w:rsid w:val="00487871"/>
    <w:rsid w:val="004D3552"/>
    <w:rsid w:val="004D5BA8"/>
    <w:rsid w:val="00531CCD"/>
    <w:rsid w:val="005600F0"/>
    <w:rsid w:val="005871F6"/>
    <w:rsid w:val="005C631F"/>
    <w:rsid w:val="005E2F52"/>
    <w:rsid w:val="0060081D"/>
    <w:rsid w:val="00692794"/>
    <w:rsid w:val="006E233B"/>
    <w:rsid w:val="00715B8D"/>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9103f26f3c726ed2855b3863e4257cde">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405bed30dc88d97e36f9b9962ad3c8f5"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2.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3.xml><?xml version="1.0" encoding="utf-8"?>
<ds:datastoreItem xmlns:ds="http://schemas.openxmlformats.org/officeDocument/2006/customXml" ds:itemID="{E4C96325-B7FA-4EAA-AD6C-AF2FDE0AFF4A}"/>
</file>

<file path=customXml/itemProps4.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1847</Words>
  <Characters>10528</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38</cp:revision>
  <cp:lastPrinted>2018-02-16T12:47:00Z</cp:lastPrinted>
  <dcterms:created xsi:type="dcterms:W3CDTF">2024-03-12T09:59:00Z</dcterms:created>
  <dcterms:modified xsi:type="dcterms:W3CDTF">2025-10-01T13:21:00Z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